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DD3819" w:rsidP="002D3375" w:rsidRDefault="00DD3819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xmlns:wp14="http://schemas.microsoft.com/office/word/2010/wordml" w:rsidRPr="009C54AE" w:rsidR="00DD3819" w:rsidP="009C54AE" w:rsidRDefault="00DD3819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DD3819" w:rsidP="00EA4832" w:rsidRDefault="00DD3819" w14:paraId="2BE12C06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2021-2024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xmlns:wp14="http://schemas.microsoft.com/office/word/2010/wordml" w:rsidR="00DD3819" w:rsidP="00EA4832" w:rsidRDefault="00DD3819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DD3819" w:rsidP="00EA4832" w:rsidRDefault="00DD3819" w14:paraId="39922766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  2021/2022</w:t>
      </w:r>
    </w:p>
    <w:p xmlns:wp14="http://schemas.microsoft.com/office/word/2010/wordml" w:rsidRPr="009C54AE" w:rsidR="00DD3819" w:rsidP="009C54AE" w:rsidRDefault="00DD3819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DD3819" w:rsidP="009C54AE" w:rsidRDefault="00DD3819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/>
      </w:tblPr>
      <w:tblGrid>
        <w:gridCol w:w="2694"/>
        <w:gridCol w:w="7087"/>
      </w:tblGrid>
      <w:tr xmlns:wp14="http://schemas.microsoft.com/office/word/2010/wordml" w:rsidRPr="009C54AE" w:rsidR="00DD3819" w:rsidTr="12675B2D" w14:paraId="2F76D4A1" wp14:textId="77777777">
        <w:tc>
          <w:tcPr>
            <w:tcW w:w="2694" w:type="dxa"/>
            <w:tcMar/>
            <w:vAlign w:val="center"/>
          </w:tcPr>
          <w:p w:rsidRPr="002E1D54" w:rsidR="00DD3819" w:rsidP="009C54AE" w:rsidRDefault="00DD3819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DD3819" w:rsidP="009C54AE" w:rsidRDefault="00DD3819" w14:paraId="0285426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E85">
              <w:rPr>
                <w:color w:val="auto"/>
                <w:sz w:val="24"/>
                <w:szCs w:val="24"/>
              </w:rPr>
              <w:t>Bezpieczeństwo i higiena pracy oraz ergonomia</w:t>
            </w:r>
          </w:p>
        </w:tc>
      </w:tr>
      <w:tr xmlns:wp14="http://schemas.microsoft.com/office/word/2010/wordml" w:rsidRPr="009C54AE" w:rsidR="00DD3819" w:rsidTr="12675B2D" w14:paraId="3928BCA7" wp14:textId="77777777">
        <w:tc>
          <w:tcPr>
            <w:tcW w:w="2694" w:type="dxa"/>
            <w:tcMar/>
            <w:vAlign w:val="center"/>
          </w:tcPr>
          <w:p w:rsidRPr="002E1D54" w:rsidR="00DD3819" w:rsidP="009C54AE" w:rsidRDefault="00DD3819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9C54AE" w:rsidR="00DD3819" w:rsidP="009C54AE" w:rsidRDefault="00DD3819" w14:paraId="0A5A1F9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BW23</w:t>
            </w:r>
          </w:p>
        </w:tc>
      </w:tr>
      <w:tr xmlns:wp14="http://schemas.microsoft.com/office/word/2010/wordml" w:rsidRPr="009C54AE" w:rsidR="00DD3819" w:rsidTr="12675B2D" w14:paraId="5C0172EC" wp14:textId="77777777">
        <w:tc>
          <w:tcPr>
            <w:tcW w:w="2694" w:type="dxa"/>
            <w:tcMar/>
            <w:vAlign w:val="center"/>
          </w:tcPr>
          <w:p w:rsidRPr="002E1D54" w:rsidR="00DD3819" w:rsidP="00EA4832" w:rsidRDefault="00DD3819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DD3819" w:rsidP="009C54AE" w:rsidRDefault="00DD3819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DD3819" w:rsidTr="12675B2D" w14:paraId="688ADA46" wp14:textId="77777777">
        <w:tc>
          <w:tcPr>
            <w:tcW w:w="2694" w:type="dxa"/>
            <w:tcMar/>
            <w:vAlign w:val="center"/>
          </w:tcPr>
          <w:p w:rsidRPr="002E1D54" w:rsidR="00DD3819" w:rsidP="009C54AE" w:rsidRDefault="00DD3819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DD3819" w:rsidP="009C54AE" w:rsidRDefault="00DD3819" w14:paraId="6EA0F7F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xmlns:wp14="http://schemas.microsoft.com/office/word/2010/wordml" w:rsidRPr="009C54AE" w:rsidR="00DD3819" w:rsidTr="12675B2D" w14:paraId="08E2BE52" wp14:textId="77777777">
        <w:tc>
          <w:tcPr>
            <w:tcW w:w="2694" w:type="dxa"/>
            <w:tcMar/>
            <w:vAlign w:val="center"/>
          </w:tcPr>
          <w:p w:rsidRPr="002E1D54" w:rsidR="00DD3819" w:rsidP="009C54AE" w:rsidRDefault="00DD3819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DD3819" w:rsidP="009C54AE" w:rsidRDefault="00DD3819" w14:paraId="16FA220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DD3819" w:rsidTr="12675B2D" w14:paraId="2A828DE0" wp14:textId="77777777">
        <w:tc>
          <w:tcPr>
            <w:tcW w:w="2694" w:type="dxa"/>
            <w:tcMar/>
            <w:vAlign w:val="center"/>
          </w:tcPr>
          <w:p w:rsidRPr="002E1D54" w:rsidR="00DD3819" w:rsidP="009C54AE" w:rsidRDefault="00DD3819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DD3819" w:rsidP="009C54AE" w:rsidRDefault="00DD3819" w14:paraId="72B0B03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9C54AE" w:rsidR="00DD3819" w:rsidTr="12675B2D" w14:paraId="77AD840C" wp14:textId="77777777">
        <w:tc>
          <w:tcPr>
            <w:tcW w:w="2694" w:type="dxa"/>
            <w:tcMar/>
            <w:vAlign w:val="center"/>
          </w:tcPr>
          <w:p w:rsidRPr="002E1D54" w:rsidR="00DD3819" w:rsidP="009C54AE" w:rsidRDefault="00DD3819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DD3819" w:rsidP="009C54AE" w:rsidRDefault="00DD3819" w14:paraId="26323D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DD3819" w:rsidTr="12675B2D" w14:paraId="5C70B2EB" wp14:textId="77777777">
        <w:tc>
          <w:tcPr>
            <w:tcW w:w="2694" w:type="dxa"/>
            <w:tcMar/>
            <w:vAlign w:val="center"/>
          </w:tcPr>
          <w:p w:rsidRPr="002E1D54" w:rsidR="00DD3819" w:rsidP="009C54AE" w:rsidRDefault="00DD3819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DD3819" w:rsidP="12675B2D" w:rsidRDefault="00DD3819" w14:paraId="56B68402" wp14:textId="044D917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2675B2D" w:rsidR="6ECB7546">
              <w:rPr>
                <w:rFonts w:ascii="Corbel" w:hAnsi="Corbel"/>
                <w:b w:val="0"/>
                <w:bCs w:val="0"/>
                <w:sz w:val="24"/>
                <w:szCs w:val="24"/>
              </w:rPr>
              <w:t>nies</w:t>
            </w:r>
            <w:r w:rsidRPr="12675B2D" w:rsidR="00DD3819">
              <w:rPr>
                <w:rFonts w:ascii="Corbel" w:hAnsi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xmlns:wp14="http://schemas.microsoft.com/office/word/2010/wordml" w:rsidRPr="009C54AE" w:rsidR="00DD3819" w:rsidTr="12675B2D" w14:paraId="082B6E21" wp14:textId="77777777">
        <w:tc>
          <w:tcPr>
            <w:tcW w:w="2694" w:type="dxa"/>
            <w:tcMar/>
            <w:vAlign w:val="center"/>
          </w:tcPr>
          <w:p w:rsidRPr="002E1D54" w:rsidR="00DD3819" w:rsidP="009C54AE" w:rsidRDefault="00DD3819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9C54AE" w:rsidR="00DD3819" w:rsidP="009C54AE" w:rsidRDefault="00DD3819" w14:paraId="1927FA6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Pierwszy/drugi</w:t>
            </w:r>
          </w:p>
        </w:tc>
      </w:tr>
      <w:tr xmlns:wp14="http://schemas.microsoft.com/office/word/2010/wordml" w:rsidRPr="009C54AE" w:rsidR="00DD3819" w:rsidTr="12675B2D" w14:paraId="69EA273B" wp14:textId="77777777">
        <w:tc>
          <w:tcPr>
            <w:tcW w:w="2694" w:type="dxa"/>
            <w:tcMar/>
            <w:vAlign w:val="center"/>
          </w:tcPr>
          <w:p w:rsidRPr="002E1D54" w:rsidR="00DD3819" w:rsidP="009C54AE" w:rsidRDefault="00DD3819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DD3819" w:rsidP="009C54AE" w:rsidRDefault="00DD3819" w14:paraId="75065D8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xmlns:wp14="http://schemas.microsoft.com/office/word/2010/wordml" w:rsidRPr="009C54AE" w:rsidR="00DD3819" w:rsidTr="12675B2D" w14:paraId="26EB6C12" wp14:textId="77777777">
        <w:tc>
          <w:tcPr>
            <w:tcW w:w="2694" w:type="dxa"/>
            <w:tcMar/>
            <w:vAlign w:val="center"/>
          </w:tcPr>
          <w:p w:rsidRPr="002E1D54" w:rsidR="00DD3819" w:rsidP="009C54AE" w:rsidRDefault="00DD3819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DD3819" w:rsidP="009C54AE" w:rsidRDefault="00DD3819" w14:paraId="07D1FA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DD3819" w:rsidTr="12675B2D" w14:paraId="6B20C48E" wp14:textId="77777777">
        <w:tc>
          <w:tcPr>
            <w:tcW w:w="2694" w:type="dxa"/>
            <w:tcMar/>
            <w:vAlign w:val="center"/>
          </w:tcPr>
          <w:p w:rsidRPr="002E1D54" w:rsidR="00DD3819" w:rsidP="009C54AE" w:rsidRDefault="00DD3819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DD3819" w:rsidP="009C54AE" w:rsidRDefault="00DD3819" w14:paraId="624E58B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3B38">
              <w:rPr>
                <w:rFonts w:ascii="Corbel" w:hAnsi="Corbel"/>
                <w:b w:val="0"/>
                <w:sz w:val="24"/>
                <w:szCs w:val="24"/>
              </w:rPr>
              <w:t>Dr Mira Malczyńska-Biały</w:t>
            </w:r>
          </w:p>
        </w:tc>
      </w:tr>
      <w:tr xmlns:wp14="http://schemas.microsoft.com/office/word/2010/wordml" w:rsidRPr="009C54AE" w:rsidR="00DD3819" w:rsidTr="12675B2D" w14:paraId="2DC46C22" wp14:textId="77777777">
        <w:tc>
          <w:tcPr>
            <w:tcW w:w="2694" w:type="dxa"/>
            <w:tcMar/>
            <w:vAlign w:val="center"/>
          </w:tcPr>
          <w:p w:rsidRPr="002E1D54" w:rsidR="00DD3819" w:rsidP="009C54AE" w:rsidRDefault="00DD3819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DD3819" w:rsidP="009C54AE" w:rsidRDefault="00DD3819" w14:paraId="514A387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Piotr Prach</w:t>
            </w:r>
          </w:p>
        </w:tc>
      </w:tr>
    </w:tbl>
    <w:p xmlns:wp14="http://schemas.microsoft.com/office/word/2010/wordml" w:rsidRPr="009C54AE" w:rsidR="00DD3819" w:rsidP="009C54AE" w:rsidRDefault="00DD3819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DD3819" w:rsidP="009C54AE" w:rsidRDefault="00DD3819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DD3819" w:rsidP="009C54AE" w:rsidRDefault="00DD3819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9C54AE" w:rsidR="00DD3819" w:rsidP="009C54AE" w:rsidRDefault="00DD3819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DD3819" w:rsidTr="12675B2D" w14:paraId="4A00F406" wp14:textId="77777777">
        <w:tc>
          <w:tcPr>
            <w:tcW w:w="1049" w:type="dxa"/>
            <w:tcMar/>
          </w:tcPr>
          <w:p w:rsidRPr="002E1D54" w:rsidR="00DD3819" w:rsidP="009C54AE" w:rsidRDefault="00DD3819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2E1D54" w:rsidR="00DD3819" w:rsidP="009C54AE" w:rsidRDefault="00DD3819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tcMar/>
            <w:vAlign w:val="center"/>
          </w:tcPr>
          <w:p w:rsidRPr="002E1D54" w:rsidR="00DD3819" w:rsidP="009C54AE" w:rsidRDefault="00DD3819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88" w:type="dxa"/>
            <w:tcMar/>
            <w:vAlign w:val="center"/>
          </w:tcPr>
          <w:p w:rsidRPr="002E1D54" w:rsidR="00DD3819" w:rsidP="009C54AE" w:rsidRDefault="00DD3819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Mar/>
            <w:vAlign w:val="center"/>
          </w:tcPr>
          <w:p w:rsidRPr="002E1D54" w:rsidR="00DD3819" w:rsidP="009C54AE" w:rsidRDefault="00DD3819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01" w:type="dxa"/>
            <w:tcMar/>
            <w:vAlign w:val="center"/>
          </w:tcPr>
          <w:p w:rsidRPr="002E1D54" w:rsidR="00DD3819" w:rsidP="009C54AE" w:rsidRDefault="00DD3819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1" w:type="dxa"/>
            <w:tcMar/>
            <w:vAlign w:val="center"/>
          </w:tcPr>
          <w:p w:rsidRPr="002E1D54" w:rsidR="00DD3819" w:rsidP="009C54AE" w:rsidRDefault="00DD3819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63" w:type="dxa"/>
            <w:tcMar/>
            <w:vAlign w:val="center"/>
          </w:tcPr>
          <w:p w:rsidRPr="002E1D54" w:rsidR="00DD3819" w:rsidP="009C54AE" w:rsidRDefault="00DD3819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tcMar/>
            <w:vAlign w:val="center"/>
          </w:tcPr>
          <w:p w:rsidRPr="002E1D54" w:rsidR="00DD3819" w:rsidP="009C54AE" w:rsidRDefault="00DD3819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189" w:type="dxa"/>
            <w:tcMar/>
            <w:vAlign w:val="center"/>
          </w:tcPr>
          <w:p w:rsidRPr="002E1D54" w:rsidR="00DD3819" w:rsidP="009C54AE" w:rsidRDefault="00DD3819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tcMar/>
            <w:vAlign w:val="center"/>
          </w:tcPr>
          <w:p w:rsidRPr="002E1D54" w:rsidR="00DD3819" w:rsidP="009C54AE" w:rsidRDefault="00DD3819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2E1D5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xmlns:wp14="http://schemas.microsoft.com/office/word/2010/wordml" w:rsidRPr="009C54AE" w:rsidR="00DD3819" w:rsidTr="12675B2D" w14:paraId="20AE4E12" wp14:textId="77777777">
        <w:trPr>
          <w:trHeight w:val="453"/>
        </w:trPr>
        <w:tc>
          <w:tcPr>
            <w:tcW w:w="1049" w:type="dxa"/>
            <w:tcMar/>
          </w:tcPr>
          <w:p w:rsidRPr="009C54AE" w:rsidR="00DD3819" w:rsidP="009C54AE" w:rsidRDefault="00DD3819" w14:paraId="7F83DA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Mar/>
            <w:vAlign w:val="center"/>
          </w:tcPr>
          <w:p w:rsidRPr="009C54AE" w:rsidR="00DD3819" w:rsidP="009C54AE" w:rsidRDefault="00DD3819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Mar/>
            <w:vAlign w:val="center"/>
          </w:tcPr>
          <w:p w:rsidRPr="009C54AE" w:rsidR="00DD3819" w:rsidP="009C54AE" w:rsidRDefault="00DD3819" w14:paraId="33CFEC6B" wp14:textId="06CD7E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2675B2D" w:rsidR="00DD3819">
              <w:rPr>
                <w:rFonts w:ascii="Corbel" w:hAnsi="Corbel"/>
                <w:sz w:val="24"/>
                <w:szCs w:val="24"/>
              </w:rPr>
              <w:t>1</w:t>
            </w:r>
            <w:r w:rsidRPr="12675B2D" w:rsidR="4BAABFD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Mar/>
            <w:vAlign w:val="center"/>
          </w:tcPr>
          <w:p w:rsidRPr="009C54AE" w:rsidR="00DD3819" w:rsidP="009C54AE" w:rsidRDefault="00DD3819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Mar/>
            <w:vAlign w:val="center"/>
          </w:tcPr>
          <w:p w:rsidRPr="009C54AE" w:rsidR="00DD3819" w:rsidP="009C54AE" w:rsidRDefault="00DD3819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Mar/>
            <w:vAlign w:val="center"/>
          </w:tcPr>
          <w:p w:rsidRPr="009C54AE" w:rsidR="00DD3819" w:rsidP="009C54AE" w:rsidRDefault="00DD3819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Mar/>
            <w:vAlign w:val="center"/>
          </w:tcPr>
          <w:p w:rsidRPr="009C54AE" w:rsidR="00DD3819" w:rsidP="009C54AE" w:rsidRDefault="00DD3819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Mar/>
            <w:vAlign w:val="center"/>
          </w:tcPr>
          <w:p w:rsidRPr="009C54AE" w:rsidR="00DD3819" w:rsidP="009C54AE" w:rsidRDefault="00DD3819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Mar/>
            <w:vAlign w:val="center"/>
          </w:tcPr>
          <w:p w:rsidRPr="009C54AE" w:rsidR="00DD3819" w:rsidP="009C54AE" w:rsidRDefault="00DD3819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Mar/>
            <w:vAlign w:val="center"/>
          </w:tcPr>
          <w:p w:rsidRPr="009C54AE" w:rsidR="00DD3819" w:rsidP="009C54AE" w:rsidRDefault="00DD3819" w14:paraId="649841B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Pr="009C54AE" w:rsidR="00DD3819" w:rsidP="009C54AE" w:rsidRDefault="00DD3819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DD3819" w:rsidP="009C54AE" w:rsidRDefault="00DD3819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DD3819" w:rsidP="00F83B28" w:rsidRDefault="00DD3819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DD3819" w:rsidP="00F83B28" w:rsidRDefault="00DD3819" w14:paraId="6B8FCAA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BCE">
        <w:rPr>
          <w:rFonts w:hint="eastAsia" w:ascii="MS Gothic" w:hAnsi="MS Gothic" w:eastAsia="MS Gothic" w:cs="MS Gothic"/>
          <w:b w:val="0"/>
          <w:smallCaps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xmlns:wp14="http://schemas.microsoft.com/office/word/2010/wordml" w:rsidRPr="009C54AE" w:rsidR="00DD3819" w:rsidP="00F83B28" w:rsidRDefault="00DD3819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DD3819" w:rsidP="009C54AE" w:rsidRDefault="00DD3819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DD3819" w:rsidP="00F83B28" w:rsidRDefault="00DD3819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9C54AE" w:rsidR="00DD3819" w:rsidP="00F83B28" w:rsidRDefault="00DD3819" w14:paraId="3DEEC669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xmlns:wp14="http://schemas.microsoft.com/office/word/2010/wordml" w:rsidRPr="00C33E85" w:rsidR="00DD3819" w:rsidP="009123B9" w:rsidRDefault="00DD3819" w14:paraId="6BB0E224" wp14:textId="77777777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Z</w:t>
      </w:r>
      <w:r w:rsidRPr="00C33E85">
        <w:rPr>
          <w:b w:val="0"/>
          <w:smallCaps w:val="0"/>
          <w:szCs w:val="24"/>
        </w:rPr>
        <w:t>aliczenie z oceną</w:t>
      </w:r>
    </w:p>
    <w:p xmlns:wp14="http://schemas.microsoft.com/office/word/2010/wordml" w:rsidR="00DD3819" w:rsidP="009C54AE" w:rsidRDefault="00DD3819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DD3819" w:rsidP="009C54AE" w:rsidRDefault="00DD3819" w14:paraId="45FB081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DD3819" w:rsidP="009C54AE" w:rsidRDefault="00DD3819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DD3819" w:rsidTr="00745302" w14:paraId="6DD1B76A" wp14:textId="77777777">
        <w:tc>
          <w:tcPr>
            <w:tcW w:w="9670" w:type="dxa"/>
          </w:tcPr>
          <w:p w:rsidRPr="009C54AE" w:rsidR="00DD3819" w:rsidP="009C54AE" w:rsidRDefault="00DD3819" w14:paraId="1EFE3186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xmlns:wp14="http://schemas.microsoft.com/office/word/2010/wordml" w:rsidR="00DD3819" w:rsidP="009C54AE" w:rsidRDefault="00DD3819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DD3819" w:rsidP="009C54AE" w:rsidRDefault="00DD3819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DD3819" w:rsidP="009C54AE" w:rsidRDefault="00DD3819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DD3819" w:rsidP="009C54AE" w:rsidRDefault="00DD3819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="00DD3819" w:rsidP="009C54AE" w:rsidRDefault="00DD3819" w14:paraId="62486C05" wp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102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707"/>
        <w:gridCol w:w="9540"/>
      </w:tblGrid>
      <w:tr xmlns:wp14="http://schemas.microsoft.com/office/word/2010/wordml" w:rsidRPr="00C33E85" w:rsidR="00DD3819" w:rsidTr="00C83B38" w14:paraId="746719E6" wp14:textId="77777777">
        <w:trPr>
          <w:trHeight w:val="1679"/>
        </w:trPr>
        <w:tc>
          <w:tcPr>
            <w:tcW w:w="707" w:type="dxa"/>
            <w:vAlign w:val="center"/>
          </w:tcPr>
          <w:p w:rsidRPr="002E1D54" w:rsidR="00DD3819" w:rsidP="003E7D00" w:rsidRDefault="00DD3819" w14:paraId="5372B5A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540" w:type="dxa"/>
            <w:vAlign w:val="center"/>
          </w:tcPr>
          <w:p w:rsidRPr="002E1D54" w:rsidR="00DD3819" w:rsidP="003E7D00" w:rsidRDefault="00DD3819" w14:paraId="68D43761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 xml:space="preserve">Dostarczenie wiedzy o systemie nadzoru nad warunkami pracy  w Polsce, źródłach  prawa regulujących ten system, organach państwowego nadzoru nad warunkami pracy.  </w:t>
            </w:r>
          </w:p>
          <w:p w:rsidRPr="002E1D54" w:rsidR="00DD3819" w:rsidP="003E7D00" w:rsidRDefault="00DD3819" w14:paraId="6976E44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>Przekazanie wiedzy z zakresu występujących w środowisku pracy zagrożeń i ich identyfikacja.</w:t>
            </w:r>
          </w:p>
          <w:p w:rsidRPr="002E1D54" w:rsidR="00DD3819" w:rsidP="003E7D00" w:rsidRDefault="00DD3819" w14:paraId="6C37624B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>Zapoznanie studentów z podstawowymi problemami i zagadnieniami dotyczącymi zadań , uprawnień i metod pracy służb BHP.</w:t>
            </w:r>
          </w:p>
        </w:tc>
      </w:tr>
      <w:tr xmlns:wp14="http://schemas.microsoft.com/office/word/2010/wordml" w:rsidRPr="00C33E85" w:rsidR="00DD3819" w:rsidTr="00C83B38" w14:paraId="37F9B39E" wp14:textId="77777777">
        <w:trPr>
          <w:trHeight w:val="581"/>
        </w:trPr>
        <w:tc>
          <w:tcPr>
            <w:tcW w:w="707" w:type="dxa"/>
            <w:vAlign w:val="center"/>
          </w:tcPr>
          <w:p w:rsidRPr="002E1D54" w:rsidR="00DD3819" w:rsidP="003E7D00" w:rsidRDefault="00DD3819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2E1D54">
              <w:rPr>
                <w:sz w:val="24"/>
                <w:szCs w:val="24"/>
              </w:rPr>
              <w:t>C2</w:t>
            </w:r>
          </w:p>
        </w:tc>
        <w:tc>
          <w:tcPr>
            <w:tcW w:w="9540" w:type="dxa"/>
            <w:vAlign w:val="center"/>
          </w:tcPr>
          <w:p w:rsidRPr="002E1D54" w:rsidR="00DD3819" w:rsidP="003E7D00" w:rsidRDefault="00DD3819" w14:paraId="3149D80F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>Przekazanie wiedzy z zakresu nadzoru nad warunkami pracy w zakładach pracy i ochroną przeciwpożarową.</w:t>
            </w:r>
          </w:p>
        </w:tc>
      </w:tr>
      <w:tr xmlns:wp14="http://schemas.microsoft.com/office/word/2010/wordml" w:rsidRPr="00C33E85" w:rsidR="00DD3819" w:rsidTr="00C83B38" w14:paraId="239F55DB" wp14:textId="77777777">
        <w:trPr>
          <w:trHeight w:val="1421"/>
        </w:trPr>
        <w:tc>
          <w:tcPr>
            <w:tcW w:w="707" w:type="dxa"/>
            <w:vAlign w:val="center"/>
          </w:tcPr>
          <w:p w:rsidRPr="002E1D54" w:rsidR="00DD3819" w:rsidP="003E7D00" w:rsidRDefault="00DD3819" w14:paraId="53C0B3C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9540" w:type="dxa"/>
            <w:vAlign w:val="center"/>
          </w:tcPr>
          <w:p w:rsidRPr="002E1D54" w:rsidR="00DD3819" w:rsidP="003E7D00" w:rsidRDefault="00DD3819" w14:paraId="054281A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 xml:space="preserve">Przekazanie wiedzy z zakresu osiągnięć ergonomii w obszarze kształtowania warunków pracy. </w:t>
            </w:r>
          </w:p>
          <w:p w:rsidRPr="002E1D54" w:rsidR="00DD3819" w:rsidP="003E7D00" w:rsidRDefault="00DD3819" w14:paraId="0077BD2E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 xml:space="preserve">Zapoznanie studentów z wykonywaniem oceny ryzyka zawodowego, dokumentacji powypadkowej, udzielaniem pomocy w sytuacji wypadku,  </w:t>
            </w:r>
          </w:p>
          <w:p w:rsidRPr="002E1D54" w:rsidR="00DD3819" w:rsidP="003E7D00" w:rsidRDefault="00DD3819" w14:paraId="29D6B04F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 xml:space="preserve"> </w:t>
            </w:r>
          </w:p>
        </w:tc>
      </w:tr>
    </w:tbl>
    <w:p xmlns:wp14="http://schemas.microsoft.com/office/word/2010/wordml" w:rsidRPr="009C54AE" w:rsidR="00DD3819" w:rsidP="009C54AE" w:rsidRDefault="00DD3819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DD3819" w:rsidP="009C54AE" w:rsidRDefault="00DD3819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DD3819" w:rsidP="009C54AE" w:rsidRDefault="00DD3819" w14:paraId="4B99056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701"/>
        <w:gridCol w:w="6096"/>
        <w:gridCol w:w="1873"/>
      </w:tblGrid>
      <w:tr xmlns:wp14="http://schemas.microsoft.com/office/word/2010/wordml" w:rsidRPr="009C54AE" w:rsidR="00DD3819" w:rsidTr="0071620A" w14:paraId="61F38664" wp14:textId="77777777">
        <w:tc>
          <w:tcPr>
            <w:tcW w:w="1701" w:type="dxa"/>
            <w:vAlign w:val="center"/>
          </w:tcPr>
          <w:p w:rsidRPr="009C54AE" w:rsidR="00DD3819" w:rsidP="009C54AE" w:rsidRDefault="00DD3819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DD3819" w:rsidP="00C05F44" w:rsidRDefault="00DD3819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DD3819" w:rsidP="00C05F44" w:rsidRDefault="00DD3819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FootnoteReference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DD3819" w:rsidTr="005E6E85" w14:paraId="15E11EF8" wp14:textId="77777777">
        <w:tc>
          <w:tcPr>
            <w:tcW w:w="1701" w:type="dxa"/>
          </w:tcPr>
          <w:p w:rsidRPr="009C54AE" w:rsidR="00DD3819" w:rsidP="009C54AE" w:rsidRDefault="00DD3819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C33E85" w:rsidR="00DD3819" w:rsidP="00C83B38" w:rsidRDefault="00DD3819" w14:paraId="708318A3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</w:t>
            </w:r>
            <w:r w:rsidRPr="00C33E85">
              <w:rPr>
                <w:b w:val="0"/>
                <w:smallCaps w:val="0"/>
                <w:szCs w:val="24"/>
              </w:rPr>
              <w:t>na podstawowe przepisy prawa pracy dot.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C33E85">
              <w:rPr>
                <w:b w:val="0"/>
                <w:smallCaps w:val="0"/>
                <w:szCs w:val="24"/>
              </w:rPr>
              <w:t>bhp,</w:t>
            </w:r>
          </w:p>
          <w:p w:rsidRPr="00C33E85" w:rsidR="00DD3819" w:rsidP="00C83B38" w:rsidRDefault="00DD3819" w14:paraId="06A8ADD9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potrafi zidentyfikować podstawowe zagrożenia występujące  w środowisku pracy,</w:t>
            </w:r>
          </w:p>
          <w:p w:rsidRPr="009C54AE" w:rsidR="00DD3819" w:rsidP="00C83B38" w:rsidRDefault="00DD3819" w14:paraId="731A54B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zna zadania, uprawnienia i metody pracy służb bhp.</w:t>
            </w:r>
          </w:p>
        </w:tc>
        <w:tc>
          <w:tcPr>
            <w:tcW w:w="1873" w:type="dxa"/>
          </w:tcPr>
          <w:p w:rsidR="00DD3819" w:rsidP="00C83B38" w:rsidRDefault="00DD3819" w14:paraId="03BDD1A8" wp14:textId="77777777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K_W13</w:t>
            </w:r>
          </w:p>
          <w:p w:rsidRPr="009C54AE" w:rsidR="00DD3819" w:rsidP="009C54AE" w:rsidRDefault="00DD3819" w14:paraId="1299C43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xmlns:wp14="http://schemas.microsoft.com/office/word/2010/wordml" w:rsidRPr="009C54AE" w:rsidR="00DD3819" w:rsidTr="005E6E85" w14:paraId="3CBC2C74" wp14:textId="77777777">
        <w:tc>
          <w:tcPr>
            <w:tcW w:w="1701" w:type="dxa"/>
          </w:tcPr>
          <w:p w:rsidRPr="009C54AE" w:rsidR="00DD3819" w:rsidP="009C54AE" w:rsidRDefault="00DD3819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C33E85" w:rsidR="00DD3819" w:rsidP="00C83B38" w:rsidRDefault="00DD3819" w14:paraId="2BC39372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I</w:t>
            </w:r>
            <w:r w:rsidRPr="00C33E85">
              <w:rPr>
                <w:b w:val="0"/>
                <w:smallCaps w:val="0"/>
                <w:szCs w:val="24"/>
              </w:rPr>
              <w:t>dentyfikuje korzyści poprawnego zarządzania bhp w organizacji</w:t>
            </w:r>
          </w:p>
          <w:p w:rsidRPr="009C54AE" w:rsidR="00DD3819" w:rsidP="00C83B38" w:rsidRDefault="00DD3819" w14:paraId="204C6CE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nabył umiejętności odpowiedniego reagowania w przypadku zagrożenia pożarowego.</w:t>
            </w:r>
          </w:p>
        </w:tc>
        <w:tc>
          <w:tcPr>
            <w:tcW w:w="1873" w:type="dxa"/>
          </w:tcPr>
          <w:p w:rsidR="00DD3819" w:rsidP="00C83B38" w:rsidRDefault="00DD3819" w14:paraId="62FEC980" wp14:textId="77777777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K_W15</w:t>
            </w:r>
          </w:p>
          <w:p w:rsidRPr="009C54AE" w:rsidR="00DD3819" w:rsidP="009C54AE" w:rsidRDefault="00DD3819" w14:paraId="4DDBEF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xmlns:wp14="http://schemas.microsoft.com/office/word/2010/wordml" w:rsidRPr="009C54AE" w:rsidR="00DD3819" w:rsidTr="005E6E85" w14:paraId="4F72EA2F" wp14:textId="77777777">
        <w:tc>
          <w:tcPr>
            <w:tcW w:w="1701" w:type="dxa"/>
          </w:tcPr>
          <w:p w:rsidRPr="009C54AE" w:rsidR="00DD3819" w:rsidP="009C54AE" w:rsidRDefault="00DD3819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C33E85" w:rsidR="00DD3819" w:rsidP="00C83B38" w:rsidRDefault="00DD3819" w14:paraId="00BBECDA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Pr="00C33E85">
              <w:rPr>
                <w:b w:val="0"/>
                <w:smallCaps w:val="0"/>
                <w:szCs w:val="24"/>
              </w:rPr>
              <w:t>otrafi wykonać ocenę ryzyka zawodowego na poszczególnych stanowiskach pracy,</w:t>
            </w:r>
          </w:p>
          <w:p w:rsidRPr="00C33E85" w:rsidR="00DD3819" w:rsidP="00C83B38" w:rsidRDefault="00DD3819" w14:paraId="2C963F3C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potrafi analizować przyczyny wypadku przy pracy i chorób zawodowych,</w:t>
            </w:r>
          </w:p>
          <w:p w:rsidRPr="009C54AE" w:rsidR="00DD3819" w:rsidP="00C83B38" w:rsidRDefault="00DD3819" w14:paraId="51D8D36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umiejętnie ocenia zagrożenia poszkodowanego jak i ratującego,</w:t>
            </w:r>
          </w:p>
        </w:tc>
        <w:tc>
          <w:tcPr>
            <w:tcW w:w="1873" w:type="dxa"/>
          </w:tcPr>
          <w:p w:rsidR="00DD3819" w:rsidP="00C83B38" w:rsidRDefault="00DD3819" w14:paraId="1F557C71" wp14:textId="77777777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K_U11</w:t>
            </w:r>
          </w:p>
          <w:p w:rsidRPr="009C54AE" w:rsidR="00DD3819" w:rsidP="009C54AE" w:rsidRDefault="00DD3819" w14:paraId="3461D77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xmlns:wp14="http://schemas.microsoft.com/office/word/2010/wordml" w:rsidRPr="009C54AE" w:rsidR="00DD3819" w:rsidTr="005E6E85" w14:paraId="74DD352A" wp14:textId="77777777">
        <w:tc>
          <w:tcPr>
            <w:tcW w:w="1701" w:type="dxa"/>
          </w:tcPr>
          <w:p w:rsidRPr="009C54AE" w:rsidR="00DD3819" w:rsidP="009C54AE" w:rsidRDefault="00DD3819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DD3819" w:rsidP="00C83B38" w:rsidRDefault="00DD3819" w14:paraId="0CC4C100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Pr="00C33E85">
              <w:rPr>
                <w:b w:val="0"/>
                <w:smallCaps w:val="0"/>
                <w:szCs w:val="24"/>
              </w:rPr>
              <w:t>otrafi samodzielnie uaktualniać wiedzę odnośnie przepisów bhp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D3819" w:rsidP="00C83B38" w:rsidRDefault="00DD3819" w14:paraId="2585C346" wp14:textId="77777777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K_K06</w:t>
            </w:r>
          </w:p>
          <w:p w:rsidRPr="009C54AE" w:rsidR="00DD3819" w:rsidP="009C54AE" w:rsidRDefault="00DD3819" w14:paraId="3CF2D8B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DD3819" w:rsidP="009C54AE" w:rsidRDefault="00DD3819" w14:paraId="0FB7827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DD3819" w:rsidP="003230A7" w:rsidRDefault="00DD3819" w14:paraId="3358EFAA" wp14:textId="77777777">
      <w:pPr>
        <w:pStyle w:val="ListParagraph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3230A7" w:rsidR="00DD3819" w:rsidP="003230A7" w:rsidRDefault="00DD3819" w14:paraId="1FC39945" wp14:textId="77777777">
      <w:pPr>
        <w:pStyle w:val="ListParagraph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xmlns:wp14="http://schemas.microsoft.com/office/word/2010/wordml" w:rsidRPr="003230A7" w:rsidR="00DD3819" w:rsidP="003230A7" w:rsidRDefault="00DD3819" w14:paraId="25513626" wp14:textId="7777777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7229"/>
      </w:tblGrid>
      <w:tr xmlns:wp14="http://schemas.microsoft.com/office/word/2010/wordml" w:rsidRPr="00C33E85" w:rsidR="00DD3819" w:rsidTr="003E7D00" w14:paraId="587EA2A8" wp14:textId="77777777">
        <w:tc>
          <w:tcPr>
            <w:tcW w:w="7229" w:type="dxa"/>
          </w:tcPr>
          <w:p w:rsidRPr="00C33E85" w:rsidR="00DD3819" w:rsidP="003E7D00" w:rsidRDefault="00DD3819" w14:paraId="35113026" wp14:textId="77777777">
            <w:pPr>
              <w:pStyle w:val="ListParagraph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C33E85" w:rsidR="00DD3819" w:rsidTr="003E7D00" w14:paraId="331EE68F" wp14:textId="77777777">
        <w:tc>
          <w:tcPr>
            <w:tcW w:w="7229" w:type="dxa"/>
          </w:tcPr>
          <w:p w:rsidRPr="00C33E85" w:rsidR="00DD3819" w:rsidP="003E7D00" w:rsidRDefault="00DD3819" w14:paraId="062C696E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Podstawy prawne z zakresu prawa pracy dotyczące bhp</w:t>
            </w:r>
          </w:p>
        </w:tc>
      </w:tr>
      <w:tr xmlns:wp14="http://schemas.microsoft.com/office/word/2010/wordml" w:rsidRPr="00C33E85" w:rsidR="00DD3819" w:rsidTr="003E7D00" w14:paraId="66BD0F10" wp14:textId="77777777">
        <w:tc>
          <w:tcPr>
            <w:tcW w:w="7229" w:type="dxa"/>
          </w:tcPr>
          <w:p w:rsidRPr="00C33E85" w:rsidR="00DD3819" w:rsidP="003E7D00" w:rsidRDefault="00DD3819" w14:paraId="29D3BBD5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Analiza i ocena zagrożeń występujących na stanowiskach pracy</w:t>
            </w:r>
          </w:p>
        </w:tc>
      </w:tr>
      <w:tr xmlns:wp14="http://schemas.microsoft.com/office/word/2010/wordml" w:rsidRPr="00C33E85" w:rsidR="00DD3819" w:rsidTr="003E7D00" w14:paraId="31F74CE1" wp14:textId="77777777">
        <w:tc>
          <w:tcPr>
            <w:tcW w:w="7229" w:type="dxa"/>
          </w:tcPr>
          <w:p w:rsidRPr="00C33E85" w:rsidR="00DD3819" w:rsidP="003E7D00" w:rsidRDefault="00DD3819" w14:paraId="3F9B392C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Wypadki przy pracy, choroby zawodowe oraz świadczenia z nimi związane.</w:t>
            </w:r>
          </w:p>
        </w:tc>
      </w:tr>
      <w:tr xmlns:wp14="http://schemas.microsoft.com/office/word/2010/wordml" w:rsidRPr="00C33E85" w:rsidR="00DD3819" w:rsidTr="003E7D00" w14:paraId="7A0D34C2" wp14:textId="77777777">
        <w:tc>
          <w:tcPr>
            <w:tcW w:w="7229" w:type="dxa"/>
          </w:tcPr>
          <w:p w:rsidRPr="00C33E85" w:rsidR="00DD3819" w:rsidP="003E7D00" w:rsidRDefault="00DD3819" w14:paraId="500B4574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Analizowanie przyczyn wypadku przy pracy i chorób zawodowych,</w:t>
            </w:r>
          </w:p>
        </w:tc>
      </w:tr>
      <w:tr xmlns:wp14="http://schemas.microsoft.com/office/word/2010/wordml" w:rsidRPr="00C33E85" w:rsidR="00DD3819" w:rsidTr="003E7D00" w14:paraId="36FF6D94" wp14:textId="77777777">
        <w:tc>
          <w:tcPr>
            <w:tcW w:w="7229" w:type="dxa"/>
          </w:tcPr>
          <w:p w:rsidRPr="00C33E85" w:rsidR="00DD3819" w:rsidP="003E7D00" w:rsidRDefault="00DD3819" w14:paraId="74F82FE6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Postępowanie w przypadku zagrożenia pożarowego</w:t>
            </w:r>
          </w:p>
        </w:tc>
      </w:tr>
    </w:tbl>
    <w:p xmlns:wp14="http://schemas.microsoft.com/office/word/2010/wordml" w:rsidRPr="009C54AE" w:rsidR="00DD3819" w:rsidP="009C54AE" w:rsidRDefault="00DD3819" w14:paraId="0562CB0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DD3819" w:rsidP="009C54AE" w:rsidRDefault="00DD3819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DD3819" w:rsidP="009C54AE" w:rsidRDefault="00DD3819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53C41" w:rsidR="00DD3819" w:rsidP="003230A7" w:rsidRDefault="00DD3819" w14:paraId="41402A23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. </w:t>
      </w:r>
    </w:p>
    <w:p xmlns:wp14="http://schemas.microsoft.com/office/word/2010/wordml" w:rsidR="00DD3819" w:rsidP="009C54AE" w:rsidRDefault="00DD3819" w14:paraId="62EBF3C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DD3819" w:rsidP="009C54AE" w:rsidRDefault="00DD3819" w14:paraId="6D98A12B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DD3819" w:rsidP="009C54AE" w:rsidRDefault="00DD3819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9C54AE" w:rsidR="00DD3819" w:rsidP="009C54AE" w:rsidRDefault="00DD3819" w14:paraId="2946DB82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DD3819" w:rsidP="009C54AE" w:rsidRDefault="00DD3819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DD3819" w:rsidP="009C54AE" w:rsidRDefault="00DD3819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985"/>
        <w:gridCol w:w="5528"/>
        <w:gridCol w:w="2126"/>
      </w:tblGrid>
      <w:tr xmlns:wp14="http://schemas.microsoft.com/office/word/2010/wordml" w:rsidRPr="009C54AE" w:rsidR="00DD3819" w:rsidTr="00C05F44" w14:paraId="3CD72C34" wp14:textId="77777777">
        <w:tc>
          <w:tcPr>
            <w:tcW w:w="1985" w:type="dxa"/>
            <w:vAlign w:val="center"/>
          </w:tcPr>
          <w:p w:rsidRPr="009C54AE" w:rsidR="00DD3819" w:rsidP="009C54AE" w:rsidRDefault="00DD3819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DD3819" w:rsidP="009C54AE" w:rsidRDefault="00DD3819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DD3819" w:rsidP="009C54AE" w:rsidRDefault="00DD3819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DD3819" w:rsidP="009C54AE" w:rsidRDefault="00DD3819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DD3819" w:rsidP="009C54AE" w:rsidRDefault="00DD3819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9C54AE" w:rsidR="00DD3819" w:rsidTr="00C05F44" w14:paraId="393085D8" wp14:textId="77777777">
        <w:tc>
          <w:tcPr>
            <w:tcW w:w="1985" w:type="dxa"/>
          </w:tcPr>
          <w:p w:rsidRPr="00C33E85" w:rsidR="00DD3819" w:rsidP="003230A7" w:rsidRDefault="00DD3819" w14:paraId="38E57954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C33E85" w:rsidR="00DD3819" w:rsidP="003230A7" w:rsidRDefault="00DD3819" w14:paraId="27B8900B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test jednokrotnego wyboru, obecność</w:t>
            </w:r>
          </w:p>
        </w:tc>
        <w:tc>
          <w:tcPr>
            <w:tcW w:w="2126" w:type="dxa"/>
          </w:tcPr>
          <w:p w:rsidRPr="00C33E85" w:rsidR="00DD3819" w:rsidP="003230A7" w:rsidRDefault="00DD3819" w14:paraId="7F626B56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  <w:tr xmlns:wp14="http://schemas.microsoft.com/office/word/2010/wordml" w:rsidRPr="009C54AE" w:rsidR="00DD3819" w:rsidTr="00C05F44" w14:paraId="35D78C08" wp14:textId="77777777">
        <w:tc>
          <w:tcPr>
            <w:tcW w:w="1985" w:type="dxa"/>
          </w:tcPr>
          <w:p w:rsidRPr="00C33E85" w:rsidR="00DD3819" w:rsidP="003230A7" w:rsidRDefault="00DD3819" w14:paraId="7E001888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C33E85" w:rsidR="00DD3819" w:rsidP="003230A7" w:rsidRDefault="00DD3819" w14:paraId="601332FF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test jednokrotnego wyboru, obecność</w:t>
            </w:r>
          </w:p>
        </w:tc>
        <w:tc>
          <w:tcPr>
            <w:tcW w:w="2126" w:type="dxa"/>
          </w:tcPr>
          <w:p w:rsidRPr="00C33E85" w:rsidR="00DD3819" w:rsidP="003230A7" w:rsidRDefault="00DD3819" w14:paraId="04C64560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  <w:tr xmlns:wp14="http://schemas.microsoft.com/office/word/2010/wordml" w:rsidRPr="00C33E85" w:rsidR="00DD3819" w:rsidTr="003230A7" w14:paraId="146B08E8" wp14:textId="77777777">
        <w:tc>
          <w:tcPr>
            <w:tcW w:w="1985" w:type="dxa"/>
          </w:tcPr>
          <w:p w:rsidRPr="00C33E85" w:rsidR="00DD3819" w:rsidP="003E7D00" w:rsidRDefault="00DD3819" w14:paraId="2D9D6CFB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 xml:space="preserve">Ek_ 03 </w:t>
            </w:r>
          </w:p>
        </w:tc>
        <w:tc>
          <w:tcPr>
            <w:tcW w:w="5528" w:type="dxa"/>
          </w:tcPr>
          <w:p w:rsidRPr="00C33E85" w:rsidR="00DD3819" w:rsidP="003E7D00" w:rsidRDefault="00DD3819" w14:paraId="34DDCD3C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obserwacja w trakcie zajęć, obecność</w:t>
            </w:r>
          </w:p>
        </w:tc>
        <w:tc>
          <w:tcPr>
            <w:tcW w:w="2126" w:type="dxa"/>
          </w:tcPr>
          <w:p w:rsidRPr="00C33E85" w:rsidR="00DD3819" w:rsidP="003E7D00" w:rsidRDefault="00DD3819" w14:paraId="23CA83C4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  <w:tr xmlns:wp14="http://schemas.microsoft.com/office/word/2010/wordml" w:rsidRPr="00C33E85" w:rsidR="00DD3819" w:rsidTr="003230A7" w14:paraId="6564804A" wp14:textId="77777777">
        <w:tc>
          <w:tcPr>
            <w:tcW w:w="1985" w:type="dxa"/>
          </w:tcPr>
          <w:p w:rsidRPr="00C33E85" w:rsidR="00DD3819" w:rsidP="003E7D00" w:rsidRDefault="00DD3819" w14:paraId="09C04E8A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C33E85" w:rsidR="00DD3819" w:rsidP="003E7D00" w:rsidRDefault="00DD3819" w14:paraId="1E67B3F4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obserwacja w trakcie zajęć, obecność</w:t>
            </w:r>
          </w:p>
        </w:tc>
        <w:tc>
          <w:tcPr>
            <w:tcW w:w="2126" w:type="dxa"/>
          </w:tcPr>
          <w:p w:rsidRPr="00C33E85" w:rsidR="00DD3819" w:rsidP="003E7D00" w:rsidRDefault="00DD3819" w14:paraId="69BAA590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</w:tbl>
    <w:p xmlns:wp14="http://schemas.microsoft.com/office/word/2010/wordml" w:rsidRPr="009C54AE" w:rsidR="00DD3819" w:rsidP="009C54AE" w:rsidRDefault="00DD3819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9C54AE" w:rsidR="00DD3819" w:rsidP="009C54AE" w:rsidRDefault="00DD3819" w14:paraId="110FFD37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DD3819" w:rsidTr="00923D7D" w14:paraId="0A103E13" wp14:textId="77777777">
        <w:tc>
          <w:tcPr>
            <w:tcW w:w="9670" w:type="dxa"/>
          </w:tcPr>
          <w:p w:rsidR="00DD3819" w:rsidP="003230A7" w:rsidRDefault="00DD3819" w14:paraId="18456872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  <w:r w:rsidRPr="00A06E99">
              <w:rPr>
                <w:b w:val="0"/>
                <w:smallCaps w:val="0"/>
                <w:szCs w:val="24"/>
              </w:rPr>
              <w:t>arunkiem zaliczenia jest 70 % poprawnych odpowiedzi</w:t>
            </w:r>
            <w:r>
              <w:rPr>
                <w:b w:val="0"/>
                <w:smallCaps w:val="0"/>
                <w:szCs w:val="24"/>
              </w:rPr>
              <w:t xml:space="preserve"> z testu</w:t>
            </w:r>
          </w:p>
          <w:p w:rsidR="00DD3819" w:rsidP="003230A7" w:rsidRDefault="00DD3819" w14:paraId="6B699379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Pr="003C02B1" w:rsidR="00DD3819" w:rsidP="003230A7" w:rsidRDefault="00DD3819" w14:paraId="40954F8D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95% do 100%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punktów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z testu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referat zaliczony na ocenę bardzo dobry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3C02B1" w:rsidR="00DD3819" w:rsidP="003230A7" w:rsidRDefault="00DD3819" w14:paraId="2AF623B6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90% do 94%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punktów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z testu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referat zaliczony na ocenę minimum +dobry 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Pr="003C02B1" w:rsidR="00DD3819" w:rsidP="003230A7" w:rsidRDefault="00DD3819" w14:paraId="42F7A91C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dobra – aktywność na zajęciach, uzyskanie od </w:t>
            </w: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% do </w:t>
            </w: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punktów z testu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referat zaliczony na ocenę dobry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Pr="003C02B1" w:rsidR="00DD3819" w:rsidP="003230A7" w:rsidRDefault="00DD3819" w14:paraId="26952F2B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+dostateczna  – aktywność na zajęciach, uzyskanie od 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punktów z testu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referat zaliczony na ocenę +dostateczny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3C02B1" w:rsidR="00DD3819" w:rsidP="003230A7" w:rsidRDefault="00DD3819" w14:paraId="6348E970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dostateczna – brak aktywności na zajęciach, uzyskanie od 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% do </w:t>
            </w: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punktów z testu</w:t>
            </w:r>
            <w:r>
              <w:rPr>
                <w:rFonts w:ascii="Times New Roman" w:hAnsi="Times New Roman"/>
                <w:sz w:val="24"/>
                <w:szCs w:val="24"/>
              </w:rPr>
              <w:t>, referat zaliczony na ocenę dostateczny</w:t>
            </w:r>
          </w:p>
          <w:p w:rsidR="00DD3819" w:rsidP="003230A7" w:rsidRDefault="00DD3819" w14:paraId="162E7717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brak aktywności na zajęciach, uzyskanie mniej niż 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% punktów z testu</w:t>
            </w:r>
          </w:p>
          <w:p w:rsidR="00DD3819" w:rsidP="003230A7" w:rsidRDefault="00DD3819" w14:paraId="3FE9F23F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DD3819" w:rsidP="003230A7" w:rsidRDefault="00DD3819" w14:paraId="4B9505E8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9C54AE" w:rsidR="00DD3819" w:rsidP="009C54AE" w:rsidRDefault="00DD3819" w14:paraId="1F72F6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DD3819" w:rsidP="009C54AE" w:rsidRDefault="00DD3819" w14:paraId="08CE6F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DD3819" w:rsidP="009C54AE" w:rsidRDefault="00DD3819" w14:paraId="61CDCEA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DD3819" w:rsidP="009C54AE" w:rsidRDefault="00DD3819" w14:paraId="6BB9E25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DD3819" w:rsidP="009C54AE" w:rsidRDefault="00DD3819" w14:paraId="32066DA3" wp14:textId="77777777">
      <w:pPr>
        <w:pStyle w:val="NoSpacing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9C54AE" w:rsidR="00DD3819" w:rsidP="009C54AE" w:rsidRDefault="00DD3819" w14:paraId="23DE523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4962"/>
        <w:gridCol w:w="4677"/>
      </w:tblGrid>
      <w:tr xmlns:wp14="http://schemas.microsoft.com/office/word/2010/wordml" w:rsidRPr="009C54AE" w:rsidR="00DD3819" w:rsidTr="12675B2D" w14:paraId="63D9DE79" wp14:textId="77777777">
        <w:tc>
          <w:tcPr>
            <w:tcW w:w="4962" w:type="dxa"/>
            <w:tcMar/>
            <w:vAlign w:val="center"/>
          </w:tcPr>
          <w:p w:rsidRPr="009C54AE" w:rsidR="00DD3819" w:rsidP="009C54AE" w:rsidRDefault="00DD3819" w14:paraId="4C452BB7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Mar/>
            <w:vAlign w:val="center"/>
          </w:tcPr>
          <w:p w:rsidRPr="009C54AE" w:rsidR="00DD3819" w:rsidP="009C54AE" w:rsidRDefault="00DD3819" w14:paraId="4BAACCBA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DD3819" w:rsidTr="12675B2D" w14:paraId="110FDCF0" wp14:textId="77777777">
        <w:tc>
          <w:tcPr>
            <w:tcW w:w="4962" w:type="dxa"/>
            <w:tcMar/>
          </w:tcPr>
          <w:p w:rsidRPr="009C54AE" w:rsidR="00DD3819" w:rsidP="009C54AE" w:rsidRDefault="00DD3819" w14:paraId="1943409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DD3819" w:rsidP="009C54AE" w:rsidRDefault="00DD3819" w14:paraId="423D4B9D" wp14:textId="46787C74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2675B2D" w:rsidR="00DD3819">
              <w:rPr>
                <w:rFonts w:ascii="Corbel" w:hAnsi="Corbel"/>
                <w:sz w:val="24"/>
                <w:szCs w:val="24"/>
              </w:rPr>
              <w:t>1</w:t>
            </w:r>
            <w:r w:rsidRPr="12675B2D" w:rsidR="34E1ABE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9C54AE" w:rsidR="00DD3819" w:rsidTr="12675B2D" w14:paraId="12D41E06" wp14:textId="77777777">
        <w:tc>
          <w:tcPr>
            <w:tcW w:w="4962" w:type="dxa"/>
            <w:tcMar/>
          </w:tcPr>
          <w:p w:rsidRPr="009C54AE" w:rsidR="00DD3819" w:rsidP="009C54AE" w:rsidRDefault="00DD3819" w14:paraId="2750A6C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DD3819" w:rsidP="009C54AE" w:rsidRDefault="00DD3819" w14:paraId="49ABEFC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DD3819" w:rsidP="009C54AE" w:rsidRDefault="00DD3819" w14:paraId="29B4EA1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xmlns:wp14="http://schemas.microsoft.com/office/word/2010/wordml" w:rsidRPr="009C54AE" w:rsidR="00DD3819" w:rsidTr="12675B2D" w14:paraId="473A996F" wp14:textId="77777777">
        <w:tc>
          <w:tcPr>
            <w:tcW w:w="4962" w:type="dxa"/>
            <w:tcMar/>
          </w:tcPr>
          <w:p w:rsidRPr="009C54AE" w:rsidR="00DD3819" w:rsidP="009C54AE" w:rsidRDefault="00DD3819" w14:paraId="7660431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DD3819" w:rsidP="009C54AE" w:rsidRDefault="00DD3819" w14:paraId="1937B8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DD3819" w:rsidP="009C54AE" w:rsidRDefault="00DD3819" w14:paraId="4E1E336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xmlns:wp14="http://schemas.microsoft.com/office/word/2010/wordml" w:rsidRPr="009C54AE" w:rsidR="00DD3819" w:rsidTr="12675B2D" w14:paraId="2406E892" wp14:textId="77777777">
        <w:tc>
          <w:tcPr>
            <w:tcW w:w="4962" w:type="dxa"/>
            <w:tcMar/>
          </w:tcPr>
          <w:p w:rsidRPr="009C54AE" w:rsidR="00DD3819" w:rsidP="009C54AE" w:rsidRDefault="00DD3819" w14:paraId="3D4B27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DD3819" w:rsidP="009C54AE" w:rsidRDefault="00DD3819" w14:paraId="3D5C510C" wp14:textId="6DD2E3BD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2675B2D" w:rsidR="00DD3819">
              <w:rPr>
                <w:rFonts w:ascii="Corbel" w:hAnsi="Corbel"/>
                <w:sz w:val="24"/>
                <w:szCs w:val="24"/>
              </w:rPr>
              <w:t>3</w:t>
            </w:r>
            <w:r w:rsidRPr="12675B2D" w:rsidR="3395814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9C54AE" w:rsidR="00DD3819" w:rsidTr="12675B2D" w14:paraId="0C7A4DB3" wp14:textId="77777777">
        <w:tc>
          <w:tcPr>
            <w:tcW w:w="4962" w:type="dxa"/>
            <w:tcMar/>
          </w:tcPr>
          <w:p w:rsidRPr="009C54AE" w:rsidR="00DD3819" w:rsidP="009C54AE" w:rsidRDefault="00DD3819" w14:paraId="5FD1C35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DD3819" w:rsidP="009C54AE" w:rsidRDefault="00DD3819" w14:paraId="56B20A0C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Pr="009C54AE" w:rsidR="00DD3819" w:rsidP="009C54AE" w:rsidRDefault="00DD3819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9C54AE" w:rsidR="00DD3819" w:rsidP="009C54AE" w:rsidRDefault="00DD3819" w14:paraId="52E5622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DD3819" w:rsidP="009C54AE" w:rsidRDefault="00DD3819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DD3819" w:rsidP="009C54AE" w:rsidRDefault="00DD3819" w14:paraId="07547A01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3544"/>
        <w:gridCol w:w="3969"/>
      </w:tblGrid>
      <w:tr xmlns:wp14="http://schemas.microsoft.com/office/word/2010/wordml" w:rsidRPr="009C54AE" w:rsidR="00DD3819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DD3819" w:rsidP="009C54AE" w:rsidRDefault="00DD3819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DD3819" w:rsidP="009C54AE" w:rsidRDefault="00DD3819" w14:paraId="5043CB0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DD3819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DD3819" w:rsidP="009C54AE" w:rsidRDefault="00DD3819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DD3819" w:rsidP="009C54AE" w:rsidRDefault="00DD3819" w14:paraId="0745931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DD3819" w:rsidP="009C54AE" w:rsidRDefault="00DD3819" w14:paraId="6537F28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DD3819" w:rsidP="009C54AE" w:rsidRDefault="00DD3819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Pr="009C54AE" w:rsidR="00DD3819" w:rsidP="009C54AE" w:rsidRDefault="00DD3819" w14:paraId="6DFB9E20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dxa"/>
        <w:tblInd w:w="67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000"/>
      </w:tblPr>
      <w:tblGrid>
        <w:gridCol w:w="7500"/>
      </w:tblGrid>
      <w:tr xmlns:wp14="http://schemas.microsoft.com/office/word/2010/wordml" w:rsidRPr="00D15245" w:rsidR="00DD3819" w:rsidTr="00D15245" w14:paraId="5D81235B" wp14:textId="77777777">
        <w:tc>
          <w:tcPr>
            <w:tcW w:w="7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</w:tcPr>
          <w:p w:rsidRPr="00D15245" w:rsidR="00DD3819" w:rsidP="00D15245" w:rsidRDefault="00DD3819" w14:paraId="1B3F8ED6" wp14:textId="77777777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Corbel" w:hAnsi="Corbel" w:cs="Segoe UI"/>
                <w:sz w:val="24"/>
                <w:szCs w:val="24"/>
                <w:lang w:eastAsia="pl-PL"/>
              </w:rPr>
              <w:t>Literatura podstawowa:</w:t>
            </w: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  </w:t>
            </w:r>
          </w:p>
          <w:p w:rsidRPr="00D15245" w:rsidR="00DD3819" w:rsidP="00D15245" w:rsidRDefault="00DD3819" w14:paraId="6E7BEAA2" wp14:textId="77777777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 </w:t>
            </w:r>
          </w:p>
          <w:p w:rsidRPr="00D15245" w:rsidR="00DD3819" w:rsidP="00D15245" w:rsidRDefault="00DD3819" w14:paraId="3FA41756" wp14:textId="77777777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Górska E., Lewandowski J., Zarządzanie i organizacja środowiska pracy, Warszawa 2016 </w:t>
            </w:r>
          </w:p>
          <w:p w:rsidRPr="00D15245" w:rsidR="00DD3819" w:rsidP="00D15245" w:rsidRDefault="00DD3819" w14:paraId="43D255E2" wp14:textId="77777777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Rączkowski B., BHP w praktyce, Gdańsk 20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20</w:t>
            </w: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 </w:t>
            </w:r>
          </w:p>
          <w:p w:rsidRPr="00D15245" w:rsidR="00DD3819" w:rsidP="00D15245" w:rsidRDefault="00DD3819" w14:paraId="21CC9F5C" wp14:textId="77777777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Kodeks Pracy – Ustawa z dnia 26.06.1974r. </w:t>
            </w:r>
          </w:p>
          <w:p w:rsidRPr="00D15245" w:rsidR="00DD3819" w:rsidP="00D15245" w:rsidRDefault="00DD3819" w14:paraId="0C333DF7" wp14:textId="77777777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 Słomka A., Ryzyko zawodowe w budownictwie, Warszawa 2005 </w:t>
            </w:r>
          </w:p>
        </w:tc>
      </w:tr>
      <w:tr xmlns:wp14="http://schemas.microsoft.com/office/word/2010/wordml" w:rsidRPr="00D15245" w:rsidR="00DD3819" w:rsidTr="00D15245" w14:paraId="4B147476" wp14:textId="77777777">
        <w:tc>
          <w:tcPr>
            <w:tcW w:w="7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</w:tcPr>
          <w:p w:rsidRPr="00D15245" w:rsidR="00DD3819" w:rsidP="00D15245" w:rsidRDefault="00DD3819" w14:paraId="45061533" wp14:textId="77777777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Corbel" w:hAnsi="Corbel" w:cs="Segoe UI"/>
                <w:sz w:val="24"/>
                <w:szCs w:val="24"/>
                <w:lang w:eastAsia="pl-PL"/>
              </w:rPr>
              <w:t>Literatura uzupełniająca:  </w:t>
            </w:r>
          </w:p>
          <w:p w:rsidRPr="00D15245" w:rsidR="00DD3819" w:rsidP="00D15245" w:rsidRDefault="00DD3819" w14:paraId="63E4A9CD" wp14:textId="77777777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Corbel" w:hAnsi="Corbel" w:cs="Segoe UI"/>
                <w:sz w:val="24"/>
                <w:szCs w:val="24"/>
                <w:lang w:eastAsia="pl-PL"/>
              </w:rPr>
              <w:t> </w:t>
            </w:r>
          </w:p>
          <w:p w:rsidRPr="00D15245" w:rsidR="00DD3819" w:rsidP="00D15245" w:rsidRDefault="00DD3819" w14:paraId="7D8ABF70" wp14:textId="77777777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Rozporządzenia – w sprawie wykazu prac wzbronionych kobietom </w:t>
            </w:r>
          </w:p>
          <w:p w:rsidRPr="00D15245" w:rsidR="00DD3819" w:rsidP="00D15245" w:rsidRDefault="00DD3819" w14:paraId="0F70FEF7" wp14:textId="77777777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Ustawy- o dozorze technicznym, Państwowej Inspekcji Sanitarnej,  ustawy o substancjach chemicznych i ich mieszaninach, o normalizacji, o ubezpieczeniu społecznym z tytułu wypadków przy pracy i chorób zawodowych </w:t>
            </w:r>
          </w:p>
          <w:p w:rsidRPr="00D15245" w:rsidR="00DD3819" w:rsidP="00D15245" w:rsidRDefault="00DD3819" w14:paraId="7EF93C85" wp14:textId="77777777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Dyrektywy dot. BHP </w:t>
            </w:r>
          </w:p>
        </w:tc>
      </w:tr>
    </w:tbl>
    <w:p xmlns:wp14="http://schemas.microsoft.com/office/word/2010/wordml" w:rsidRPr="009C54AE" w:rsidR="00DD3819" w:rsidP="009C54AE" w:rsidRDefault="00DD3819" w14:paraId="70DF9E5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DD3819" w:rsidP="009C54AE" w:rsidRDefault="00DD3819" w14:paraId="44E871B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DD3819" w:rsidP="00F83B28" w:rsidRDefault="00DD3819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DD3819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DD3819" w:rsidP="00C16ABF" w:rsidRDefault="00DD3819" w14:paraId="144A5D23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DD3819" w:rsidP="00C16ABF" w:rsidRDefault="00DD3819" w14:paraId="738610EB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DD3819" w:rsidP="00C16ABF" w:rsidRDefault="00DD3819" w14:paraId="637805D2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DD3819" w:rsidP="00C16ABF" w:rsidRDefault="00DD3819" w14:paraId="463F29E8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DD3819" w:rsidRDefault="00DD3819" w14:paraId="0574AFC1" wp14:textId="77777777">
      <w:pPr>
        <w:pStyle w:val="FootnoteText"/>
      </w:pPr>
      <w:r>
        <w:rPr>
          <w:rStyle w:val="FootnoteReference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9E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9FD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05D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D54"/>
    <w:rsid w:val="002F02A3"/>
    <w:rsid w:val="002F4ABE"/>
    <w:rsid w:val="003018BA"/>
    <w:rsid w:val="0030395F"/>
    <w:rsid w:val="00305C92"/>
    <w:rsid w:val="00310B97"/>
    <w:rsid w:val="003151C5"/>
    <w:rsid w:val="003230A7"/>
    <w:rsid w:val="003343CF"/>
    <w:rsid w:val="00346FE9"/>
    <w:rsid w:val="0034759A"/>
    <w:rsid w:val="003503F6"/>
    <w:rsid w:val="003530DD"/>
    <w:rsid w:val="00363F78"/>
    <w:rsid w:val="00386BB0"/>
    <w:rsid w:val="003A0A5B"/>
    <w:rsid w:val="003A1176"/>
    <w:rsid w:val="003C02B1"/>
    <w:rsid w:val="003C0BAE"/>
    <w:rsid w:val="003D18A9"/>
    <w:rsid w:val="003D57EE"/>
    <w:rsid w:val="003D6CE2"/>
    <w:rsid w:val="003E1941"/>
    <w:rsid w:val="003E2FE6"/>
    <w:rsid w:val="003E49D5"/>
    <w:rsid w:val="003E7D00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695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9B0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ED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525"/>
    <w:rsid w:val="007A4022"/>
    <w:rsid w:val="007A6E6E"/>
    <w:rsid w:val="007C3299"/>
    <w:rsid w:val="007C3BCC"/>
    <w:rsid w:val="007C4546"/>
    <w:rsid w:val="007D6E56"/>
    <w:rsid w:val="007D7BA2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3B9"/>
    <w:rsid w:val="00916188"/>
    <w:rsid w:val="00923D7D"/>
    <w:rsid w:val="009508DF"/>
    <w:rsid w:val="00950DAC"/>
    <w:rsid w:val="00954A07"/>
    <w:rsid w:val="00961EFE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06E99"/>
    <w:rsid w:val="00A12654"/>
    <w:rsid w:val="00A155EE"/>
    <w:rsid w:val="00A2245B"/>
    <w:rsid w:val="00A30110"/>
    <w:rsid w:val="00A36899"/>
    <w:rsid w:val="00A371F6"/>
    <w:rsid w:val="00A42781"/>
    <w:rsid w:val="00A43BF6"/>
    <w:rsid w:val="00A53FA5"/>
    <w:rsid w:val="00A54817"/>
    <w:rsid w:val="00A601C8"/>
    <w:rsid w:val="00A60799"/>
    <w:rsid w:val="00A70BCE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13A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E85"/>
    <w:rsid w:val="00C36992"/>
    <w:rsid w:val="00C56036"/>
    <w:rsid w:val="00C61DC5"/>
    <w:rsid w:val="00C67E92"/>
    <w:rsid w:val="00C70A26"/>
    <w:rsid w:val="00C766DF"/>
    <w:rsid w:val="00C83B38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524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381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8F3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27E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55C8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12675B2D"/>
    <w:rsid w:val="33958147"/>
    <w:rsid w:val="34E1ABE1"/>
    <w:rsid w:val="4BAABFDC"/>
    <w:rsid w:val="6ECB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6E57C2E"/>
  <w15:docId w15:val="{BF02494A-2084-421F-99A9-F63075A223A0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page number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D66E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sz w:val="20"/>
      <w:szCs w:val="20"/>
      <w:lang w:eastAsia="pl-PL"/>
    </w:rPr>
  </w:style>
  <w:style w:type="character" w:styleId="TitleChar" w:customStyle="1">
    <w:name w:val="Title Char"/>
    <w:basedOn w:val="DefaultParagraphFont"/>
    <w:link w:val="Title"/>
    <w:uiPriority w:val="99"/>
    <w:locked/>
    <w:rsid w:val="00BD66E9"/>
    <w:rPr>
      <w:rFonts w:eastAsia="Times New Roman"/>
      <w:b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F78ED"/>
    <w:pPr>
      <w:spacing w:after="0" w:line="240" w:lineRule="auto"/>
    </w:pPr>
    <w:rPr>
      <w:rFonts w:ascii="Tahoma" w:hAnsi="Tahoma" w:eastAsia="Times New Roman"/>
      <w:sz w:val="16"/>
      <w:szCs w:val="20"/>
      <w:lang w:eastAsia="pl-PL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CF78ED"/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Cs w:val="20"/>
      <w:lang w:eastAsia="pl-PL"/>
    </w:rPr>
  </w:style>
  <w:style w:type="character" w:styleId="HeaderChar" w:customStyle="1">
    <w:name w:val="Header Char"/>
    <w:basedOn w:val="DefaultParagraphFont"/>
    <w:link w:val="Header"/>
    <w:uiPriority w:val="99"/>
    <w:locked/>
    <w:rsid w:val="00C16ABF"/>
    <w:rPr>
      <w:rFonts w:ascii="Calibri" w:hAnsi="Calibri"/>
      <w:sz w:val="22"/>
    </w:rPr>
  </w:style>
  <w:style w:type="paragraph" w:styleId="Footer">
    <w:name w:val="footer"/>
    <w:basedOn w:val="Normal"/>
    <w:link w:val="Foot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Cs w:val="20"/>
      <w:lang w:eastAsia="pl-PL"/>
    </w:rPr>
  </w:style>
  <w:style w:type="character" w:styleId="FooterChar" w:customStyle="1">
    <w:name w:val="Footer Char"/>
    <w:basedOn w:val="DefaultParagraphFont"/>
    <w:link w:val="Footer"/>
    <w:uiPriority w:val="99"/>
    <w:locked/>
    <w:rsid w:val="00C16ABF"/>
    <w:rPr>
      <w:rFonts w:ascii="Calibri" w:hAnsi="Calibri"/>
      <w:sz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locked/>
    <w:rsid w:val="0085747A"/>
    <w:rPr>
      <w:rFonts w:ascii="Calibri" w:hAnsi="Calibri"/>
      <w:sz w:val="20"/>
    </w:rPr>
  </w:style>
  <w:style w:type="character" w:styleId="FootnoteReference">
    <w:name w:val="footnote reference"/>
    <w:basedOn w:val="DefaultParagraphFont"/>
    <w:uiPriority w:val="99"/>
    <w:semiHidden/>
    <w:rsid w:val="0085747A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85747A"/>
    <w:rPr>
      <w:rFonts w:ascii="Calibri" w:hAnsi="Calibri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BodyText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</w:rPr>
  </w:style>
  <w:style w:type="paragraph" w:styleId="Odpowiedzi" w:customStyle="1">
    <w:name w:val="Odpowiedzi"/>
    <w:basedOn w:val="Normal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BodyText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</w:rPr>
  </w:style>
  <w:style w:type="paragraph" w:styleId="Cele" w:customStyle="1">
    <w:name w:val="Cele"/>
    <w:basedOn w:val="BodyText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</w:rPr>
  </w:style>
  <w:style w:type="paragraph" w:styleId="Nagwkitablic" w:customStyle="1">
    <w:name w:val="Nagłówki tablic"/>
    <w:basedOn w:val="BodyText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85747A"/>
    <w:pPr>
      <w:spacing w:after="120"/>
    </w:pPr>
    <w:rPr>
      <w:rFonts w:eastAsia="Times New Roman"/>
      <w:szCs w:val="20"/>
      <w:lang w:eastAsia="pl-PL"/>
    </w:rPr>
  </w:style>
  <w:style w:type="character" w:styleId="BodyTextChar" w:customStyle="1">
    <w:name w:val="Body Text Char"/>
    <w:basedOn w:val="DefaultParagraphFont"/>
    <w:link w:val="BodyText"/>
    <w:uiPriority w:val="99"/>
    <w:semiHidden/>
    <w:locked/>
    <w:rsid w:val="0085747A"/>
    <w:rPr>
      <w:rFonts w:ascii="Calibri" w:hAnsi="Calibri"/>
      <w:sz w:val="22"/>
    </w:rPr>
  </w:style>
  <w:style w:type="character" w:styleId="PageNumber">
    <w:name w:val="page number"/>
    <w:basedOn w:val="DefaultParagraphFont"/>
    <w:uiPriority w:val="99"/>
    <w:semiHidden/>
    <w:rsid w:val="0085747A"/>
    <w:rPr>
      <w:rFonts w:cs="Times New Roman"/>
    </w:rPr>
  </w:style>
  <w:style w:type="character" w:styleId="Hyperlink">
    <w:name w:val="Hyperlink"/>
    <w:basedOn w:val="DefaultParagraphFont"/>
    <w:uiPriority w:val="99"/>
    <w:rsid w:val="00B819C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1DC5"/>
    <w:rPr>
      <w:rFonts w:ascii="Calibri" w:hAnsi="Calibri"/>
      <w:lang w:eastAsia="en-US"/>
    </w:rPr>
  </w:style>
  <w:style w:type="paragraph" w:styleId="paragraphscxw127191279bcx0" w:customStyle="1">
    <w:name w:val="paragraph scxw127191279 bcx0"/>
    <w:basedOn w:val="Normal"/>
    <w:uiPriority w:val="99"/>
    <w:rsid w:val="00D152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normaltextrunscxw127191279bcx0" w:customStyle="1">
    <w:name w:val="normaltextrun scxw127191279 bcx0"/>
    <w:basedOn w:val="DefaultParagraphFont"/>
    <w:uiPriority w:val="99"/>
    <w:rsid w:val="00D15245"/>
    <w:rPr>
      <w:rFonts w:cs="Times New Roman"/>
    </w:rPr>
  </w:style>
  <w:style w:type="character" w:styleId="eopscxw127191279bcx0" w:customStyle="1">
    <w:name w:val="eop scxw127191279 bcx0"/>
    <w:basedOn w:val="DefaultParagraphFont"/>
    <w:uiPriority w:val="99"/>
    <w:rsid w:val="00D15245"/>
    <w:rPr>
      <w:rFonts w:cs="Times New Roman"/>
    </w:rPr>
  </w:style>
  <w:style w:type="character" w:styleId="spellingerrorscxw127191279bcx0" w:customStyle="1">
    <w:name w:val="spellingerror scxw127191279 bcx0"/>
    <w:basedOn w:val="DefaultParagraphFont"/>
    <w:uiPriority w:val="99"/>
    <w:rsid w:val="00D15245"/>
    <w:rPr>
      <w:rFonts w:cs="Times New Roman"/>
    </w:rPr>
  </w:style>
  <w:style w:type="character" w:styleId="contextualspellingandgrammarerrorscxw127191279bcx0" w:customStyle="1">
    <w:name w:val="contextualspellingandgrammarerror scxw127191279 bcx0"/>
    <w:basedOn w:val="DefaultParagraphFont"/>
    <w:uiPriority w:val="99"/>
    <w:rsid w:val="00D1524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862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6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6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6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6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6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8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6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6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6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97732F-B496-4308-B677-3B0F74417ACA}"/>
</file>

<file path=customXml/itemProps2.xml><?xml version="1.0" encoding="utf-8"?>
<ds:datastoreItem xmlns:ds="http://schemas.openxmlformats.org/officeDocument/2006/customXml" ds:itemID="{06941727-A0D3-4737-A744-0B5936A7F0B2}"/>
</file>

<file path=customXml/itemProps3.xml><?xml version="1.0" encoding="utf-8"?>
<ds:datastoreItem xmlns:ds="http://schemas.openxmlformats.org/officeDocument/2006/customXml" ds:itemID="{55032A93-9FCC-4E72-9F72-D69897B219B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Sawicka Zofia</cp:lastModifiedBy>
  <cp:revision>4</cp:revision>
  <cp:lastPrinted>2019-02-06T12:12:00Z</cp:lastPrinted>
  <dcterms:created xsi:type="dcterms:W3CDTF">2021-12-01T10:57:00Z</dcterms:created>
  <dcterms:modified xsi:type="dcterms:W3CDTF">2021-12-01T11:05:58Z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